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70606" w14:textId="77777777" w:rsidR="00F16A02" w:rsidRDefault="00F16A02" w:rsidP="00F16A02">
      <w:pPr>
        <w:spacing w:line="276" w:lineRule="auto"/>
      </w:pPr>
    </w:p>
    <w:p w14:paraId="766EE8FF" w14:textId="77777777" w:rsidR="00F16A02" w:rsidRDefault="00F16A02" w:rsidP="00F16A02">
      <w:pPr>
        <w:spacing w:line="276" w:lineRule="auto"/>
      </w:pPr>
    </w:p>
    <w:p w14:paraId="17ED7028" w14:textId="77777777" w:rsidR="00F16A02" w:rsidRDefault="00F16A02" w:rsidP="00F16A02">
      <w:pPr>
        <w:spacing w:line="276" w:lineRule="auto"/>
      </w:pPr>
      <w:r>
        <w:t>Lugupeetud koostööpartnerid</w:t>
      </w:r>
    </w:p>
    <w:p w14:paraId="0AF46934" w14:textId="77777777" w:rsidR="00F16A02" w:rsidRDefault="00F16A02" w:rsidP="00F16A02">
      <w:pPr>
        <w:spacing w:line="276" w:lineRule="auto"/>
        <w:jc w:val="right"/>
      </w:pPr>
      <w:r>
        <w:t>20.06.2025</w:t>
      </w:r>
    </w:p>
    <w:p w14:paraId="5D74ABFB" w14:textId="77777777" w:rsidR="00F16A02" w:rsidRDefault="00F16A02" w:rsidP="00F16A02">
      <w:pPr>
        <w:spacing w:line="276" w:lineRule="auto"/>
      </w:pPr>
    </w:p>
    <w:p w14:paraId="5FF6AFF2" w14:textId="77777777" w:rsidR="00F16A02" w:rsidRDefault="00F16A02" w:rsidP="00F16A02">
      <w:pPr>
        <w:spacing w:line="276" w:lineRule="auto"/>
      </w:pPr>
      <w:r>
        <w:t xml:space="preserve">Täname Teid, et saatsite </w:t>
      </w:r>
      <w:r w:rsidRPr="00147DC1">
        <w:t>oma ettepanekud kohtunike 2026. aasta koolitusprogrammile</w:t>
      </w:r>
      <w:r>
        <w:t xml:space="preserve">. </w:t>
      </w:r>
      <w:r w:rsidRPr="00147DC1">
        <w:t>Meile laekunud sisendit arvesse võttes koostas Riigikohtu õigusteabe- ja koolitusosakond kirjaga kaasas oleva programmi projekti, mida oma kevadisel kokkusaamisel arutas koolitusnõukogu. See on mahuka tööprotsessi vili, milles kajastub ka teie kaastöö</w:t>
      </w:r>
      <w:r>
        <w:t xml:space="preserve">. Saadame projekti Teile tutvumiseks ja vajadusel ettepanekute tegemiseks.  </w:t>
      </w:r>
    </w:p>
    <w:p w14:paraId="15C8C91C" w14:textId="77777777" w:rsidR="00F16A02" w:rsidRPr="00147DC1" w:rsidRDefault="00F16A02" w:rsidP="00F16A02">
      <w:pPr>
        <w:spacing w:line="276" w:lineRule="auto"/>
      </w:pPr>
      <w:r w:rsidRPr="00147DC1">
        <w:t xml:space="preserve">Kui soovite programmis esile tõsta </w:t>
      </w:r>
      <w:r>
        <w:t>T</w:t>
      </w:r>
      <w:r w:rsidRPr="00147DC1">
        <w:t xml:space="preserve">eie </w:t>
      </w:r>
      <w:r>
        <w:t>jaoks</w:t>
      </w:r>
      <w:r w:rsidRPr="00147DC1">
        <w:t xml:space="preserve"> prioriteetseid koolitusi või välja tuua, missugus</w:t>
      </w:r>
      <w:r>
        <w:t>eid</w:t>
      </w:r>
      <w:r w:rsidRPr="00147DC1">
        <w:t xml:space="preserve"> küsimusi konkreetsel väljapakutud koolitusel käsitleda tuleks, siis võtame ettepanekud tänuga kaalumisele. Hea koolitaja soovitust hindame samuti. Kui mõni </w:t>
      </w:r>
      <w:r>
        <w:t>T</w:t>
      </w:r>
      <w:r w:rsidRPr="00147DC1">
        <w:t xml:space="preserve">eile tähtis teema on katmata, siis lisage palun ka see tähelepanek. </w:t>
      </w:r>
    </w:p>
    <w:p w14:paraId="52D7E3C1" w14:textId="77777777" w:rsidR="00F16A02" w:rsidRDefault="00F16A02" w:rsidP="00F16A02">
      <w:pPr>
        <w:spacing w:line="276" w:lineRule="auto"/>
      </w:pPr>
      <w:r>
        <w:t xml:space="preserve">Palume Teie ettepanekuid </w:t>
      </w:r>
      <w:r w:rsidRPr="00656869">
        <w:rPr>
          <w:b/>
          <w:bCs/>
        </w:rPr>
        <w:t xml:space="preserve">31. </w:t>
      </w:r>
      <w:r>
        <w:rPr>
          <w:b/>
          <w:bCs/>
        </w:rPr>
        <w:t>augustiks</w:t>
      </w:r>
      <w:r w:rsidRPr="00656869">
        <w:rPr>
          <w:b/>
          <w:bCs/>
        </w:rPr>
        <w:t xml:space="preserve"> 2025</w:t>
      </w:r>
      <w:r>
        <w:t xml:space="preserve"> aadressil </w:t>
      </w:r>
      <w:hyperlink r:id="rId6" w:history="1">
        <w:r>
          <w:rPr>
            <w:rStyle w:val="Hperlink"/>
          </w:rPr>
          <w:t>liina.reisberg@riigikohus.ee</w:t>
        </w:r>
      </w:hyperlink>
      <w:r>
        <w:t>.</w:t>
      </w:r>
    </w:p>
    <w:p w14:paraId="3F493FE0" w14:textId="77777777" w:rsidR="00F16A02" w:rsidRDefault="00F16A02" w:rsidP="00F16A02">
      <w:pPr>
        <w:spacing w:line="276" w:lineRule="auto"/>
      </w:pPr>
    </w:p>
    <w:p w14:paraId="78244944" w14:textId="77777777" w:rsidR="00F16A02" w:rsidRDefault="00F16A02" w:rsidP="00F16A02">
      <w:pPr>
        <w:spacing w:line="276" w:lineRule="auto"/>
      </w:pPr>
    </w:p>
    <w:p w14:paraId="231BAE31" w14:textId="77777777" w:rsidR="00F16A02" w:rsidRDefault="00F16A02" w:rsidP="00F16A02">
      <w:pPr>
        <w:spacing w:line="276" w:lineRule="auto"/>
      </w:pPr>
    </w:p>
    <w:p w14:paraId="77F64445" w14:textId="77777777" w:rsidR="00F16A02" w:rsidRDefault="00F16A02" w:rsidP="00F16A02">
      <w:pPr>
        <w:spacing w:line="276" w:lineRule="auto"/>
      </w:pPr>
      <w:r>
        <w:t>Teie tagasisidet ootama jäädes</w:t>
      </w:r>
    </w:p>
    <w:p w14:paraId="3DA60D4B" w14:textId="77777777" w:rsidR="00F16A02" w:rsidRDefault="00F16A02" w:rsidP="00F16A02">
      <w:pPr>
        <w:tabs>
          <w:tab w:val="left" w:pos="850"/>
        </w:tabs>
      </w:pPr>
      <w:r>
        <w:t>Liina Reisberg</w:t>
      </w:r>
    </w:p>
    <w:p w14:paraId="2658C466" w14:textId="77777777" w:rsidR="00F16A02" w:rsidRPr="000E4D3B" w:rsidRDefault="00F16A02" w:rsidP="00F16A02">
      <w:pPr>
        <w:tabs>
          <w:tab w:val="left" w:pos="850"/>
        </w:tabs>
      </w:pPr>
      <w:r>
        <w:t>(Allkirjastatud digitaalselt)</w:t>
      </w:r>
    </w:p>
    <w:p w14:paraId="26D28887" w14:textId="77777777" w:rsidR="007F75F3" w:rsidRPr="000E4D3B" w:rsidRDefault="007F75F3" w:rsidP="003237E2">
      <w:pPr>
        <w:tabs>
          <w:tab w:val="left" w:pos="850"/>
        </w:tabs>
      </w:pPr>
    </w:p>
    <w:sectPr w:rsidR="007F75F3" w:rsidRPr="000E4D3B" w:rsidSect="0097227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0" w:right="1418" w:bottom="1077" w:left="1418" w:header="73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A425A" w14:textId="77777777" w:rsidR="00F16A02" w:rsidRDefault="00F16A02">
      <w:r>
        <w:separator/>
      </w:r>
    </w:p>
  </w:endnote>
  <w:endnote w:type="continuationSeparator" w:id="0">
    <w:p w14:paraId="0FC334AE" w14:textId="77777777" w:rsidR="00F16A02" w:rsidRDefault="00F1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3C1AB" w14:textId="77777777" w:rsidR="00D63E84" w:rsidRDefault="00D63E84" w:rsidP="0003217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C5974CA" w14:textId="77777777" w:rsidR="00D63E84" w:rsidRDefault="00D63E84" w:rsidP="00D63E8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D1408" w14:textId="77777777" w:rsidR="00477DB5" w:rsidRPr="00424EF6" w:rsidRDefault="00424EF6" w:rsidP="00424EF6">
    <w:pPr>
      <w:tabs>
        <w:tab w:val="center" w:pos="4320"/>
        <w:tab w:val="right" w:pos="8640"/>
      </w:tabs>
      <w:suppressAutoHyphens/>
      <w:spacing w:line="288" w:lineRule="auto"/>
      <w:jc w:val="right"/>
    </w:pPr>
    <w:r w:rsidRPr="00424EF6">
      <w:fldChar w:fldCharType="begin"/>
    </w:r>
    <w:r w:rsidRPr="00424EF6">
      <w:instrText xml:space="preserve"> PAGE </w:instrText>
    </w:r>
    <w:r w:rsidRPr="00424EF6">
      <w:fldChar w:fldCharType="separate"/>
    </w:r>
    <w:r w:rsidR="007F75F3">
      <w:rPr>
        <w:noProof/>
      </w:rPr>
      <w:t>2</w:t>
    </w:r>
    <w:r w:rsidRPr="00424EF6">
      <w:fldChar w:fldCharType="end"/>
    </w:r>
    <w:r w:rsidRPr="00424EF6">
      <w:t>(</w:t>
    </w:r>
    <w:fldSimple w:instr=" NUMPAGES ">
      <w:r w:rsidR="00AE7944">
        <w:rPr>
          <w:noProof/>
        </w:rPr>
        <w:t>1</w:t>
      </w:r>
    </w:fldSimple>
    <w:r w:rsidRPr="00424EF6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FFA76" w14:textId="77777777" w:rsidR="003719A7" w:rsidRDefault="00E53F9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F42EE96" wp14:editId="35C7AB50">
              <wp:simplePos x="0" y="0"/>
              <wp:positionH relativeFrom="page">
                <wp:align>center</wp:align>
              </wp:positionH>
              <wp:positionV relativeFrom="paragraph">
                <wp:posOffset>-71755</wp:posOffset>
              </wp:positionV>
              <wp:extent cx="76581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BE350" w14:textId="77777777" w:rsidR="003719A7" w:rsidRDefault="003719A7" w:rsidP="003719A7">
                          <w:pPr>
                            <w:jc w:val="center"/>
                            <w:rPr>
                              <w:noProof/>
                              <w:spacing w:val="4"/>
                              <w:sz w:val="18"/>
                              <w:szCs w:val="18"/>
                            </w:rPr>
                          </w:pPr>
                          <w:r w:rsidRPr="00950C0C">
                            <w:rPr>
                              <w:noProof/>
                              <w:spacing w:val="4"/>
                              <w:sz w:val="18"/>
                              <w:szCs w:val="18"/>
                            </w:rPr>
                            <w:t>Lossi 17, 50093 TARTU. Registrikood 74001127. Telefon 730 9002, e-post info@riigikohus.ee</w:t>
                          </w:r>
                        </w:p>
                        <w:p w14:paraId="1FDC6655" w14:textId="77777777" w:rsidR="003719A7" w:rsidRPr="00950C0C" w:rsidRDefault="003719A7" w:rsidP="003719A7">
                          <w:pPr>
                            <w:jc w:val="center"/>
                            <w:rPr>
                              <w:b/>
                              <w:noProof/>
                              <w:spacing w:val="4"/>
                            </w:rPr>
                          </w:pPr>
                          <w:r w:rsidRPr="00950C0C">
                            <w:rPr>
                              <w:noProof/>
                              <w:spacing w:val="8"/>
                            </w:rPr>
                            <w:t>www.riigikohus.ee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42EE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5.65pt;width:603pt;height:36pt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" filled="f" stroked="f">
              <v:textbox>
                <w:txbxContent>
                  <w:p w14:paraId="63CBE350" w14:textId="77777777" w:rsidR="003719A7" w:rsidRDefault="003719A7" w:rsidP="003719A7">
                    <w:pPr>
                      <w:jc w:val="center"/>
                      <w:rPr>
                        <w:noProof/>
                        <w:spacing w:val="4"/>
                        <w:sz w:val="18"/>
                        <w:szCs w:val="18"/>
                      </w:rPr>
                    </w:pPr>
                    <w:r w:rsidRPr="00950C0C">
                      <w:rPr>
                        <w:noProof/>
                        <w:spacing w:val="4"/>
                        <w:sz w:val="18"/>
                        <w:szCs w:val="18"/>
                      </w:rPr>
                      <w:t>Lossi 17, 50093 TARTU. Registrikood 74001127. Telefon 730 9002, e-post info@riigikohus.ee</w:t>
                    </w:r>
                  </w:p>
                  <w:p w14:paraId="1FDC6655" w14:textId="77777777" w:rsidR="003719A7" w:rsidRPr="00950C0C" w:rsidRDefault="003719A7" w:rsidP="003719A7">
                    <w:pPr>
                      <w:jc w:val="center"/>
                      <w:rPr>
                        <w:b/>
                        <w:noProof/>
                        <w:spacing w:val="4"/>
                      </w:rPr>
                    </w:pPr>
                    <w:r w:rsidRPr="00950C0C">
                      <w:rPr>
                        <w:noProof/>
                        <w:spacing w:val="8"/>
                      </w:rPr>
                      <w:t>www.riigikohus.ee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et-EE"/>
      </w:rPr>
      <w:drawing>
        <wp:anchor distT="180340" distB="0" distL="114300" distR="114300" simplePos="0" relativeHeight="251657216" behindDoc="1" locked="0" layoutInCell="1" allowOverlap="1" wp14:anchorId="4803E617" wp14:editId="589EEBE0">
          <wp:simplePos x="0" y="0"/>
          <wp:positionH relativeFrom="page">
            <wp:align>center</wp:align>
          </wp:positionH>
          <wp:positionV relativeFrom="paragraph">
            <wp:posOffset>-360045</wp:posOffset>
          </wp:positionV>
          <wp:extent cx="6696075" cy="276860"/>
          <wp:effectExtent l="0" t="0" r="9525" b="8890"/>
          <wp:wrapTopAndBottom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CD180" w14:textId="77777777" w:rsidR="00F16A02" w:rsidRDefault="00F16A02">
      <w:r>
        <w:separator/>
      </w:r>
    </w:p>
  </w:footnote>
  <w:footnote w:type="continuationSeparator" w:id="0">
    <w:p w14:paraId="40F359B1" w14:textId="77777777" w:rsidR="00F16A02" w:rsidRDefault="00F16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A902" w14:textId="77777777" w:rsidR="00477DB5" w:rsidRPr="00D63E84" w:rsidRDefault="00477DB5" w:rsidP="007F75F3">
    <w:pPr>
      <w:pStyle w:val="Pis"/>
      <w:spacing w:after="24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BB0E" w14:textId="77777777" w:rsidR="00D63E84" w:rsidRDefault="00E53F9B" w:rsidP="00E35996">
    <w:pPr>
      <w:pStyle w:val="Pis"/>
      <w:jc w:val="center"/>
    </w:pPr>
    <w:r>
      <w:rPr>
        <w:noProof/>
        <w:lang w:eastAsia="et-EE"/>
      </w:rPr>
      <w:drawing>
        <wp:inline distT="0" distB="0" distL="0" distR="0" wp14:anchorId="4103D867" wp14:editId="4B91B112">
          <wp:extent cx="1571625" cy="1152525"/>
          <wp:effectExtent l="0" t="0" r="9525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CED1D0" w14:textId="77777777" w:rsidR="00112DEB" w:rsidRPr="00D63E84" w:rsidRDefault="00112DEB" w:rsidP="00E35996">
    <w:pPr>
      <w:pStyle w:val="Pi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A02"/>
    <w:rsid w:val="0003217A"/>
    <w:rsid w:val="000E4D3B"/>
    <w:rsid w:val="000F5CFB"/>
    <w:rsid w:val="000F71A0"/>
    <w:rsid w:val="00112DEB"/>
    <w:rsid w:val="00165D4A"/>
    <w:rsid w:val="001D24B2"/>
    <w:rsid w:val="00227DED"/>
    <w:rsid w:val="0023613D"/>
    <w:rsid w:val="00240C1F"/>
    <w:rsid w:val="002420D8"/>
    <w:rsid w:val="00245D3F"/>
    <w:rsid w:val="00270AA2"/>
    <w:rsid w:val="002874B6"/>
    <w:rsid w:val="002D2CB7"/>
    <w:rsid w:val="002E0298"/>
    <w:rsid w:val="002E4052"/>
    <w:rsid w:val="0032276A"/>
    <w:rsid w:val="003237E2"/>
    <w:rsid w:val="003278B2"/>
    <w:rsid w:val="00332D17"/>
    <w:rsid w:val="00344416"/>
    <w:rsid w:val="00344BB6"/>
    <w:rsid w:val="003719A7"/>
    <w:rsid w:val="00391767"/>
    <w:rsid w:val="003B28C9"/>
    <w:rsid w:val="0040713E"/>
    <w:rsid w:val="00424EF6"/>
    <w:rsid w:val="00427D2A"/>
    <w:rsid w:val="00477A64"/>
    <w:rsid w:val="00477DB5"/>
    <w:rsid w:val="004D4593"/>
    <w:rsid w:val="00500AD6"/>
    <w:rsid w:val="00506168"/>
    <w:rsid w:val="0051011D"/>
    <w:rsid w:val="00512351"/>
    <w:rsid w:val="00537833"/>
    <w:rsid w:val="00540C65"/>
    <w:rsid w:val="00562DDC"/>
    <w:rsid w:val="005D6204"/>
    <w:rsid w:val="005E7A2A"/>
    <w:rsid w:val="006126B5"/>
    <w:rsid w:val="00653C93"/>
    <w:rsid w:val="006628CF"/>
    <w:rsid w:val="0066761D"/>
    <w:rsid w:val="00695A57"/>
    <w:rsid w:val="00695F81"/>
    <w:rsid w:val="006A6A7B"/>
    <w:rsid w:val="00720EC8"/>
    <w:rsid w:val="007675BC"/>
    <w:rsid w:val="007841B7"/>
    <w:rsid w:val="00785A0C"/>
    <w:rsid w:val="0078632E"/>
    <w:rsid w:val="007A747F"/>
    <w:rsid w:val="007B1A69"/>
    <w:rsid w:val="007D6633"/>
    <w:rsid w:val="007F0FD0"/>
    <w:rsid w:val="007F16D0"/>
    <w:rsid w:val="007F75F3"/>
    <w:rsid w:val="00804E6E"/>
    <w:rsid w:val="008206A4"/>
    <w:rsid w:val="00837A3B"/>
    <w:rsid w:val="00854973"/>
    <w:rsid w:val="00912D68"/>
    <w:rsid w:val="00950C0C"/>
    <w:rsid w:val="00972278"/>
    <w:rsid w:val="00983D6E"/>
    <w:rsid w:val="0099421B"/>
    <w:rsid w:val="009A132C"/>
    <w:rsid w:val="009A579C"/>
    <w:rsid w:val="009A6877"/>
    <w:rsid w:val="00A45BCA"/>
    <w:rsid w:val="00A7503C"/>
    <w:rsid w:val="00A77131"/>
    <w:rsid w:val="00AE7944"/>
    <w:rsid w:val="00B35E15"/>
    <w:rsid w:val="00BB234D"/>
    <w:rsid w:val="00BE517E"/>
    <w:rsid w:val="00BF3276"/>
    <w:rsid w:val="00CB6FCC"/>
    <w:rsid w:val="00CF22A6"/>
    <w:rsid w:val="00D0721D"/>
    <w:rsid w:val="00D178AD"/>
    <w:rsid w:val="00D2133A"/>
    <w:rsid w:val="00D43B0B"/>
    <w:rsid w:val="00D63E84"/>
    <w:rsid w:val="00DB3DB9"/>
    <w:rsid w:val="00E23356"/>
    <w:rsid w:val="00E35996"/>
    <w:rsid w:val="00E41686"/>
    <w:rsid w:val="00E53F9B"/>
    <w:rsid w:val="00E60D8D"/>
    <w:rsid w:val="00E8355B"/>
    <w:rsid w:val="00E9394B"/>
    <w:rsid w:val="00EE7A18"/>
    <w:rsid w:val="00F16A02"/>
    <w:rsid w:val="00F85BD0"/>
    <w:rsid w:val="00FC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A1B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F16A02"/>
    <w:pPr>
      <w:spacing w:after="240"/>
      <w:jc w:val="both"/>
    </w:pPr>
    <w:rPr>
      <w:rFonts w:eastAsiaTheme="minorHAnsi"/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99421B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EE Times New Roman" w:eastAsia="Times New Roman" w:hAnsi="EE Times New Roman"/>
      <w:sz w:val="20"/>
      <w:szCs w:val="20"/>
    </w:rPr>
  </w:style>
  <w:style w:type="paragraph" w:styleId="Jalus">
    <w:name w:val="footer"/>
    <w:basedOn w:val="Normaallaad"/>
    <w:rsid w:val="0099421B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EE Times New Roman" w:eastAsia="Times New Roman" w:hAnsi="EE Times New Roman"/>
      <w:sz w:val="20"/>
      <w:szCs w:val="20"/>
    </w:rPr>
  </w:style>
  <w:style w:type="character" w:styleId="Lehekljenumber">
    <w:name w:val="page number"/>
    <w:rsid w:val="00D63E84"/>
    <w:rPr>
      <w:rFonts w:cs="Times New Roman"/>
    </w:rPr>
  </w:style>
  <w:style w:type="character" w:styleId="Hperlink">
    <w:name w:val="Hyperlink"/>
    <w:basedOn w:val="Liguvaikefont"/>
    <w:uiPriority w:val="99"/>
    <w:unhideWhenUsed/>
    <w:rsid w:val="00F16A0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ina.reisberg@riigikohus.ee" TargetMode="Externa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emplates\Riigikohus\Riigikohus_kirjap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Riigikohus_kirjaplank</Template>
  <TotalTime>0</TotalTime>
  <Pages>1</Pages>
  <Words>110</Words>
  <Characters>884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2009-10-01T21:27:00Z</cp:lastPrinted>
  <dcterms:created xsi:type="dcterms:W3CDTF">2025-06-20T07:10:00Z</dcterms:created>
  <dcterms:modified xsi:type="dcterms:W3CDTF">2025-06-20T07:10:00Z</dcterms:modified>
</cp:coreProperties>
</file>